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152D21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152D21" w:rsidP="00EA1EA9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A1EA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152D21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Ward/Dept:</w:t>
            </w: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152D21" w:rsidP="00152D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BE67C6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BE67C6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A1EA9">
              <w:rPr>
                <w:rFonts w:ascii="Arial" w:hAnsi="Arial" w:cs="Arial"/>
                <w:noProof/>
                <w:sz w:val="18"/>
                <w:szCs w:val="18"/>
              </w:rPr>
              <w:t>Friday, 31 July 2020</w: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152D21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EA1EA9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 F presenting with difficulty in finding words. No other neurological symptoms. BG Previous stroke, AF, migraine, failed ablation followed by cardiac surgery.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EA1EA9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4089400</wp:posOffset>
                      </wp:positionH>
                      <wp:positionV relativeFrom="paragraph">
                        <wp:posOffset>1794510</wp:posOffset>
                      </wp:positionV>
                      <wp:extent cx="88900" cy="760095"/>
                      <wp:effectExtent l="18415" t="6350" r="6985" b="52705"/>
                      <wp:wrapNone/>
                      <wp:docPr id="49" name="Freeform 490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760095"/>
                              </a:xfrm>
                              <a:custGeom>
                                <a:avLst/>
                                <a:gdLst>
                                  <a:gd name="T0" fmla="*/ 140 w 140"/>
                                  <a:gd name="T1" fmla="*/ 0 h 1197"/>
                                  <a:gd name="T2" fmla="*/ 19 w 140"/>
                                  <a:gd name="T3" fmla="*/ 449 h 1197"/>
                                  <a:gd name="T4" fmla="*/ 0 w 140"/>
                                  <a:gd name="T5" fmla="*/ 861 h 1197"/>
                                  <a:gd name="T6" fmla="*/ 9 w 140"/>
                                  <a:gd name="T7" fmla="*/ 1197 h 1197"/>
                                  <a:gd name="T8" fmla="*/ 94 w 140"/>
                                  <a:gd name="T9" fmla="*/ 814 h 1197"/>
                                  <a:gd name="T10" fmla="*/ 122 w 140"/>
                                  <a:gd name="T11" fmla="*/ 384 h 1197"/>
                                  <a:gd name="T12" fmla="*/ 131 w 140"/>
                                  <a:gd name="T13" fmla="*/ 66 h 11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40" h="1197">
                                    <a:moveTo>
                                      <a:pt x="140" y="0"/>
                                    </a:moveTo>
                                    <a:lnTo>
                                      <a:pt x="19" y="449"/>
                                    </a:lnTo>
                                    <a:lnTo>
                                      <a:pt x="0" y="861"/>
                                    </a:lnTo>
                                    <a:lnTo>
                                      <a:pt x="9" y="1197"/>
                                    </a:lnTo>
                                    <a:lnTo>
                                      <a:pt x="94" y="814"/>
                                    </a:lnTo>
                                    <a:lnTo>
                                      <a:pt x="122" y="384"/>
                                    </a:lnTo>
                                    <a:lnTo>
                                      <a:pt x="131" y="66"/>
                                    </a:lnTo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3ECBC4C6" id="Freeform 490" o:spid="_x0000_s1026" alt="Granite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29pt,141.3pt,322.95pt,163.75pt,322pt,184.35pt,322.45pt,201.15pt,326.7pt,182pt,328.1pt,160.5pt,328.55pt,144.6pt" coordsize="140,11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">
                      <v:fill r:id="rId7" o:title="Granite" recolor="t" type="tile"/>
                      <v:path arrowok="t" o:connecttype="custom" o:connectlocs="88900,0;12065,285115;0,546735;5715,760095;59690,516890;77470,243840;83185,41910" o:connectangles="0,0,0,0,0,0,0"/>
                    </v:poly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1945640</wp:posOffset>
                      </wp:positionH>
                      <wp:positionV relativeFrom="paragraph">
                        <wp:posOffset>1753235</wp:posOffset>
                      </wp:positionV>
                      <wp:extent cx="154940" cy="807720"/>
                      <wp:effectExtent l="17780" t="12700" r="36830" b="8255"/>
                      <wp:wrapNone/>
                      <wp:docPr id="48" name="Freeform 4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4940" cy="807720"/>
                              </a:xfrm>
                              <a:custGeom>
                                <a:avLst/>
                                <a:gdLst>
                                  <a:gd name="T0" fmla="*/ 47 w 244"/>
                                  <a:gd name="T1" fmla="*/ 56 h 1272"/>
                                  <a:gd name="T2" fmla="*/ 94 w 244"/>
                                  <a:gd name="T3" fmla="*/ 608 h 1272"/>
                                  <a:gd name="T4" fmla="*/ 244 w 244"/>
                                  <a:gd name="T5" fmla="*/ 1272 h 1272"/>
                                  <a:gd name="T6" fmla="*/ 57 w 244"/>
                                  <a:gd name="T7" fmla="*/ 692 h 1272"/>
                                  <a:gd name="T8" fmla="*/ 0 w 244"/>
                                  <a:gd name="T9" fmla="*/ 449 h 1272"/>
                                  <a:gd name="T10" fmla="*/ 28 w 244"/>
                                  <a:gd name="T11" fmla="*/ 206 h 1272"/>
                                  <a:gd name="T12" fmla="*/ 57 w 244"/>
                                  <a:gd name="T13" fmla="*/ 0 h 12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44" h="1272">
                                    <a:moveTo>
                                      <a:pt x="47" y="56"/>
                                    </a:moveTo>
                                    <a:lnTo>
                                      <a:pt x="94" y="608"/>
                                    </a:lnTo>
                                    <a:lnTo>
                                      <a:pt x="244" y="1272"/>
                                    </a:lnTo>
                                    <a:lnTo>
                                      <a:pt x="57" y="692"/>
                                    </a:lnTo>
                                    <a:lnTo>
                                      <a:pt x="0" y="449"/>
                                    </a:lnTo>
                                    <a:lnTo>
                                      <a:pt x="28" y="206"/>
                                    </a:lnTo>
                                    <a:lnTo>
                                      <a:pt x="57" y="0"/>
                                    </a:lnTo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449A44A3" id="Freeform 489" o:spid="_x0000_s1026" alt="Granite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55.55pt,140.85pt,157.9pt,168.45pt,165.4pt,201.65pt,156.05pt,172.65pt,153.2pt,160.5pt,154.6pt,148.35pt,156.05pt,138.05pt" coordsize="244,127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">
                      <v:fill r:id="rId7" o:title="Granite" recolor="t" type="tile"/>
                      <v:path arrowok="t" o:connecttype="custom" o:connectlocs="29845,35560;59690,386080;154940,807720;36195,439420;0,285115;17780,130810;36195,0" o:connectangles="0,0,0,0,0,0,0"/>
                    </v:polylin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5080" r="1905" b="4445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EA1EA9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EA1EA9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5715" r="3810" b="3810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EA1EA9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EA1EA9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7620" r="5715" b="1905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EA1EA9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EA1EA9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8255" r="7620" b="1270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EA1EA9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EA1EA9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5715" r="5080" b="1905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EA1EA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EA1EA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17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EA1EA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EA1EA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1905" r="0" b="571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EA1EA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68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EA1EA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EA1EA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68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EA1EA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8255" r="2540" b="7620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6C892CA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EA1EA9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3335" r="6350" b="10795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9C18D4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EA1EA9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6510" r="31115" b="6350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181932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6985" r="5715" b="1714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0C6D14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13970" r="5715" b="10160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C8C6D7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5080" r="11430" b="9525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F0667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EA1EA9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EA1EA9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EA1EA9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EA1EA9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EA1EA9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EA1EA9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A1EA9" w:rsidRPr="007D6535" w:rsidRDefault="00EA1EA9" w:rsidP="00EA1EA9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EA1EA9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EA1EA9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EA1EA9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060B2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Right:</w:t>
            </w:r>
            <w:r w:rsidR="00EA1EA9">
              <w:rPr>
                <w:rFonts w:ascii="Arial" w:hAnsi="Arial" w:cs="Arial"/>
                <w:sz w:val="18"/>
                <w:szCs w:val="20"/>
              </w:rPr>
              <w:t xml:space="preserve"> Normal subclavian flow. No thickening of the intima-media layer.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Default="00060B26" w:rsidP="00BE67C6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Left:</w:t>
            </w:r>
            <w:r w:rsidR="00EA1EA9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EA1EA9">
              <w:rPr>
                <w:rFonts w:ascii="Arial" w:hAnsi="Arial" w:cs="Arial"/>
                <w:sz w:val="18"/>
                <w:szCs w:val="20"/>
              </w:rPr>
              <w:t>Normal subclavian flow. No thickening of the intima-media layer.</w:t>
            </w:r>
          </w:p>
          <w:p w:rsidR="00EA1EA9" w:rsidRPr="00BE67C6" w:rsidRDefault="00EA1EA9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BE67C6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EA1EA9" w:rsidP="00BE67C6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A9" w:rsidRDefault="00EA1EA9">
      <w:r>
        <w:separator/>
      </w:r>
    </w:p>
  </w:endnote>
  <w:endnote w:type="continuationSeparator" w:id="0">
    <w:p w:rsidR="00EA1EA9" w:rsidRDefault="00EA1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A9" w:rsidRDefault="00EA1EA9">
      <w:r>
        <w:separator/>
      </w:r>
    </w:p>
  </w:footnote>
  <w:footnote w:type="continuationSeparator" w:id="0">
    <w:p w:rsidR="00EA1EA9" w:rsidRDefault="00EA1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EA1EA9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4775835</wp:posOffset>
          </wp:positionH>
          <wp:positionV relativeFrom="paragraph">
            <wp:posOffset>-27305</wp:posOffset>
          </wp:positionV>
          <wp:extent cx="1452880" cy="57023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EA9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52D21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2151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17A10"/>
    <w:rsid w:val="00324B94"/>
    <w:rsid w:val="00332965"/>
    <w:rsid w:val="00333FA6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50BBC"/>
    <w:rsid w:val="00A5497F"/>
    <w:rsid w:val="00A60EB5"/>
    <w:rsid w:val="00A637CC"/>
    <w:rsid w:val="00A63D5A"/>
    <w:rsid w:val="00A67164"/>
    <w:rsid w:val="00A74745"/>
    <w:rsid w:val="00A7491A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A1EA9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A5234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832CA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Carotid\Carotid%20Standard%20PCH%20n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Standard PCH nl</Template>
  <TotalTime>0</TotalTime>
  <Pages>1</Pages>
  <Words>111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2020-08-07T09:07:00Z</dcterms:created>
  <dcterms:modified xsi:type="dcterms:W3CDTF">2020-08-07T09:07:00Z</dcterms:modified>
</cp:coreProperties>
</file>